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B3" w:rsidRPr="0044330B" w:rsidRDefault="008C74B3" w:rsidP="00477F43">
      <w:pPr>
        <w:pStyle w:val="Titolo1"/>
        <w:jc w:val="left"/>
        <w:rPr>
          <w:rFonts w:ascii="Arial" w:hAnsi="Arial" w:cs="Arial"/>
          <w:sz w:val="20"/>
        </w:rPr>
      </w:pPr>
    </w:p>
    <w:p w:rsidR="006D14BA" w:rsidRDefault="006D14BA">
      <w:pPr>
        <w:pStyle w:val="Titolo1"/>
        <w:jc w:val="center"/>
        <w:rPr>
          <w:rFonts w:ascii="Arial" w:hAnsi="Arial" w:cs="Arial"/>
          <w:sz w:val="20"/>
        </w:rPr>
      </w:pPr>
    </w:p>
    <w:p w:rsidR="00AB111F" w:rsidRPr="00AB111F" w:rsidRDefault="00AB111F" w:rsidP="00AB111F">
      <w:pPr>
        <w:keepNext/>
        <w:tabs>
          <w:tab w:val="left" w:pos="8789"/>
        </w:tabs>
        <w:jc w:val="center"/>
        <w:outlineLvl w:val="0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MODELLO  AVVALIMENTO</w:t>
      </w:r>
    </w:p>
    <w:p w:rsidR="00AB111F" w:rsidRPr="00AB111F" w:rsidRDefault="00AB111F" w:rsidP="00AB111F">
      <w:pPr>
        <w:rPr>
          <w:rFonts w:ascii="Arial" w:hAnsi="Arial" w:cs="Arial"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(da compilarsi dall’Impresa concorrente in caso di ricorso all’istituto dell’Avvalimento di cui all’art. 89 D.lgs. n. 50/2016 </w:t>
      </w:r>
      <w:r w:rsidR="00C4311D">
        <w:rPr>
          <w:rFonts w:ascii="Arial" w:hAnsi="Arial" w:cs="Arial"/>
          <w:iCs/>
          <w:color w:val="000000"/>
        </w:rPr>
        <w:t xml:space="preserve"> </w:t>
      </w:r>
      <w:r w:rsidR="00C4311D" w:rsidRPr="00C4311D">
        <w:rPr>
          <w:rFonts w:ascii="Arial" w:hAnsi="Arial" w:cs="Arial"/>
          <w:b/>
          <w:iCs/>
          <w:color w:val="000000"/>
        </w:rPr>
        <w:t>e s.m.i.</w:t>
      </w:r>
      <w:r w:rsidRPr="00AB111F">
        <w:rPr>
          <w:rFonts w:ascii="Arial" w:hAnsi="Arial" w:cs="Arial"/>
          <w:b/>
        </w:rPr>
        <w:t xml:space="preserve"> </w:t>
      </w: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jc w:val="center"/>
        <w:rPr>
          <w:rFonts w:ascii="Arial" w:hAnsi="Arial" w:cs="Arial"/>
          <w:b/>
        </w:rPr>
      </w:pPr>
    </w:p>
    <w:p w:rsidR="00891406" w:rsidRDefault="00891406" w:rsidP="00D43DA1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OGGETTO: </w:t>
      </w:r>
      <w:r w:rsidR="007B6742">
        <w:rPr>
          <w:rFonts w:ascii="Arial" w:hAnsi="Arial" w:cs="Arial"/>
          <w:b/>
        </w:rPr>
        <w:t>P</w:t>
      </w:r>
      <w:r w:rsidR="00D43DA1" w:rsidRPr="00D43DA1">
        <w:rPr>
          <w:rFonts w:ascii="Arial" w:hAnsi="Arial" w:cs="Arial"/>
          <w:b/>
        </w:rPr>
        <w:t>rocedura Aperta, gestita interamente per via telematica, da aggiudicar</w:t>
      </w:r>
      <w:r w:rsidR="00D43DA1">
        <w:rPr>
          <w:rFonts w:ascii="Arial" w:hAnsi="Arial" w:cs="Arial"/>
          <w:b/>
        </w:rPr>
        <w:t xml:space="preserve">si con il criterio dell’offerta </w:t>
      </w:r>
      <w:r w:rsidR="00D43DA1" w:rsidRPr="00D43DA1">
        <w:rPr>
          <w:rFonts w:ascii="Arial" w:hAnsi="Arial" w:cs="Arial"/>
          <w:b/>
        </w:rPr>
        <w:t>economicamente più vantaggiosa, ai sensi degli artt. 58, 60 e 95 comma 2 del D.lgs. n. 50/2016 e s.m.i., per</w:t>
      </w:r>
      <w:r w:rsidR="00D43DA1">
        <w:rPr>
          <w:rFonts w:ascii="Arial" w:hAnsi="Arial" w:cs="Arial"/>
          <w:b/>
        </w:rPr>
        <w:t xml:space="preserve"> </w:t>
      </w:r>
      <w:r w:rsidR="00D43DA1" w:rsidRPr="00D43DA1">
        <w:rPr>
          <w:rFonts w:ascii="Arial" w:hAnsi="Arial" w:cs="Arial"/>
          <w:b/>
        </w:rPr>
        <w:t>l’affidamento del servizio di gestione in outsourcing dell’archivio documentale e dematerializzazione</w:t>
      </w:r>
    </w:p>
    <w:p w:rsidR="00304A62" w:rsidRDefault="00304A62" w:rsidP="00891406">
      <w:pPr>
        <w:jc w:val="both"/>
        <w:rPr>
          <w:rFonts w:ascii="Arial" w:hAnsi="Arial" w:cs="Arial"/>
          <w:b/>
        </w:rPr>
      </w:pPr>
    </w:p>
    <w:p w:rsidR="00891406" w:rsidRDefault="00891406" w:rsidP="00891406">
      <w:pPr>
        <w:jc w:val="both"/>
        <w:rPr>
          <w:rFonts w:ascii="Arial" w:hAnsi="Arial" w:cs="Arial"/>
        </w:rPr>
      </w:pPr>
    </w:p>
    <w:p w:rsidR="00891406" w:rsidRDefault="00EF3B46" w:rsidP="00891406">
      <w:pPr>
        <w:ind w:left="1134" w:hanging="1134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Bando di gara n. </w:t>
      </w:r>
      <w:r w:rsidR="00D43DA1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>/2023</w:t>
      </w:r>
    </w:p>
    <w:p w:rsidR="00AB111F" w:rsidRPr="00AB111F" w:rsidRDefault="00AB111F" w:rsidP="002361AB">
      <w:pPr>
        <w:jc w:val="both"/>
        <w:rPr>
          <w:rFonts w:ascii="Arial" w:hAnsi="Arial" w:cs="Arial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Il sottoscritto </w:t>
      </w:r>
      <w:sdt>
        <w:sdtPr>
          <w:rPr>
            <w:rFonts w:ascii="Arial" w:hAnsi="Arial" w:cs="Arial"/>
          </w:rPr>
          <w:id w:val="220099553"/>
          <w:placeholder>
            <w:docPart w:val="986D4CAD8A9B40F7BDA7BAC1729C85ED"/>
          </w:placeholder>
          <w:showingPlcHdr/>
        </w:sdtPr>
        <w:sdtEndPr/>
        <w:sdtContent>
          <w:bookmarkStart w:id="0" w:name="_GoBack"/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  <w:bookmarkEnd w:id="0"/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nato il </w:t>
      </w:r>
      <w:sdt>
        <w:sdtPr>
          <w:rPr>
            <w:rFonts w:ascii="Arial" w:hAnsi="Arial" w:cs="Arial"/>
          </w:rPr>
          <w:id w:val="-139442687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a  </w:t>
      </w:r>
      <w:sdt>
        <w:sdtPr>
          <w:rPr>
            <w:rFonts w:ascii="Arial" w:hAnsi="Arial" w:cs="Arial"/>
          </w:rPr>
          <w:id w:val="69882714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in qualità di </w:t>
      </w:r>
      <w:sdt>
        <w:sdtPr>
          <w:rPr>
            <w:rFonts w:ascii="Arial" w:hAnsi="Arial" w:cs="Arial"/>
          </w:rPr>
          <w:id w:val="835659313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dell’impresa </w:t>
      </w:r>
      <w:sdt>
        <w:sdtPr>
          <w:rPr>
            <w:rFonts w:ascii="Arial" w:hAnsi="Arial" w:cs="Arial"/>
          </w:rPr>
          <w:id w:val="1730814507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sede legale in  </w:t>
      </w:r>
      <w:sdt>
        <w:sdtPr>
          <w:rPr>
            <w:rFonts w:ascii="Arial" w:hAnsi="Arial" w:cs="Arial"/>
          </w:rPr>
          <w:id w:val="679089571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sedi operative in </w:t>
      </w:r>
      <w:sdt>
        <w:sdtPr>
          <w:rPr>
            <w:rFonts w:ascii="Arial" w:hAnsi="Arial" w:cs="Arial"/>
          </w:rPr>
          <w:id w:val="159127441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codice fiscale n </w:t>
      </w:r>
      <w:sdt>
        <w:sdtPr>
          <w:rPr>
            <w:rFonts w:ascii="Arial" w:hAnsi="Arial" w:cs="Arial"/>
          </w:rPr>
          <w:id w:val="-16348152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con Partita IVA n </w:t>
      </w:r>
      <w:sdt>
        <w:sdtPr>
          <w:rPr>
            <w:rFonts w:ascii="Arial" w:hAnsi="Arial" w:cs="Arial"/>
          </w:rPr>
          <w:id w:val="177057923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matricola INPS </w:t>
      </w:r>
      <w:sdt>
        <w:sdtPr>
          <w:rPr>
            <w:rFonts w:ascii="Arial" w:hAnsi="Arial" w:cs="Arial"/>
          </w:rPr>
          <w:id w:val="-1561473325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  <w:r w:rsidRPr="00AB111F">
        <w:rPr>
          <w:rFonts w:ascii="Arial" w:hAnsi="Arial" w:cs="Arial"/>
        </w:rPr>
        <w:t xml:space="preserve"> sede INPS </w:t>
      </w:r>
      <w:sdt>
        <w:sdtPr>
          <w:rPr>
            <w:rFonts w:ascii="Arial" w:hAnsi="Arial" w:cs="Arial"/>
          </w:rPr>
          <w:id w:val="-577432452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posizione INAIL </w:t>
      </w:r>
      <w:sdt>
        <w:sdtPr>
          <w:rPr>
            <w:rFonts w:ascii="Arial" w:hAnsi="Arial" w:cs="Arial"/>
          </w:rPr>
          <w:id w:val="504406204"/>
          <w:placeholder>
            <w:docPart w:val="986D4CAD8A9B40F7BDA7BAC1729C85ED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color w:val="BFBFBF"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PREMESSO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Che Cotral Spa intende affidare l’appalto in oggetto,</w:t>
      </w: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AB111F" w:rsidRPr="00AB111F" w:rsidRDefault="00AB111F" w:rsidP="00AB111F">
      <w:pPr>
        <w:tabs>
          <w:tab w:val="left" w:pos="7629"/>
        </w:tabs>
        <w:overflowPunct w:val="0"/>
        <w:autoSpaceDE w:val="0"/>
        <w:autoSpaceDN w:val="0"/>
        <w:adjustRightInd w:val="0"/>
        <w:jc w:val="both"/>
        <w:rPr>
          <w:rFonts w:ascii="Arial" w:hAnsi="Arial" w:cs="Arial"/>
          <w:i/>
        </w:rPr>
      </w:pPr>
      <w:r w:rsidRPr="00AB111F">
        <w:rPr>
          <w:rFonts w:ascii="Arial" w:hAnsi="Arial" w:cs="Arial"/>
          <w:i/>
        </w:rPr>
        <w:t>consapevole delle sanzioni penali previste dall'articolo 76 del medesimo DPR 445/2000, per le ipotesi di falsità in atti e dichiarazioni mendaci ivi indicate, ai sensi degli articoli 46 e 47 del DPR 28 dicembre 2000 n. 445,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DICHIARA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di ricorrere all’istituto dell’avvalimento e di qualificarsi alla presente gara utilizzando i seguenti requisiti: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MS Gothic" w:eastAsia="MS Gothic" w:hAnsi="MS Gothic" w:cs="Arial"/>
        </w:rPr>
      </w:pPr>
    </w:p>
    <w:p w:rsidR="00AB111F" w:rsidRPr="00AB111F" w:rsidRDefault="00324C19" w:rsidP="00AB111F">
      <w:pPr>
        <w:numPr>
          <w:ilvl w:val="0"/>
          <w:numId w:val="45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  <w:iCs/>
          </w:rPr>
          <w:id w:val="1393238091"/>
          <w:placeholder>
            <w:docPart w:val="E1661193A2E24AD88D668B9EB3AC5DBB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24C19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201002940"/>
          <w:placeholder>
            <w:docPart w:val="20CC8E48ECD247579E32010D139097ED"/>
          </w:placeholder>
          <w:showingPlcHdr/>
        </w:sdtPr>
        <w:sdtEndPr/>
        <w:sdtContent>
          <w:r w:rsidR="00AB111F" w:rsidRPr="00AB111F">
            <w:rPr>
              <w:rFonts w:ascii="Arial" w:hAnsi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324C19" w:rsidP="00AB111F">
      <w:pPr>
        <w:numPr>
          <w:ilvl w:val="0"/>
          <w:numId w:val="46"/>
        </w:numPr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iCs/>
        </w:rPr>
      </w:pPr>
      <w:sdt>
        <w:sdtPr>
          <w:rPr>
            <w:rFonts w:ascii="Arial" w:hAnsi="Arial" w:cs="Arial"/>
            <w:iCs/>
          </w:rPr>
          <w:id w:val="-1437214549"/>
          <w:placeholder>
            <w:docPart w:val="037849371E834362ADA7BC45F2A675DD"/>
          </w:placeholder>
          <w:showingPlcHdr/>
        </w:sdtPr>
        <w:sdtEndPr/>
        <w:sdtContent>
          <w:r w:rsidR="00AB111F" w:rsidRPr="00AB111F">
            <w:rPr>
              <w:rFonts w:ascii="Arial" w:hAnsi="Arial" w:cs="Arial"/>
              <w:i/>
              <w:iCs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relativi all’ Impresa Ausiliaria: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Denominazione:  </w:t>
      </w:r>
      <w:sdt>
        <w:sdtPr>
          <w:rPr>
            <w:rFonts w:ascii="Arial" w:hAnsi="Arial" w:cs="Arial"/>
          </w:rPr>
          <w:id w:val="1529213905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Sede legale: </w:t>
      </w:r>
      <w:sdt>
        <w:sdtPr>
          <w:rPr>
            <w:rFonts w:ascii="Arial" w:hAnsi="Arial" w:cs="Arial"/>
          </w:rPr>
          <w:id w:val="294346183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Codice Fiscale: </w:t>
      </w:r>
      <w:sdt>
        <w:sdtPr>
          <w:rPr>
            <w:rFonts w:ascii="Arial" w:hAnsi="Arial" w:cs="Arial"/>
          </w:rPr>
          <w:id w:val="2116250441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 xml:space="preserve">Partita IVA: </w:t>
      </w:r>
      <w:sdt>
        <w:sdtPr>
          <w:rPr>
            <w:rFonts w:ascii="Arial" w:hAnsi="Arial" w:cs="Arial"/>
          </w:rPr>
          <w:id w:val="968085669"/>
          <w:placeholder>
            <w:docPart w:val="5DCF08152A8D48D8B023EFB2650E618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  <w:lang w:val="en-US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AB111F">
        <w:rPr>
          <w:rFonts w:ascii="Arial" w:hAnsi="Arial" w:cs="Arial"/>
        </w:rPr>
        <w:t xml:space="preserve">Telefono: </w:t>
      </w:r>
      <w:sdt>
        <w:sdtPr>
          <w:rPr>
            <w:rFonts w:ascii="Arial" w:hAnsi="Arial" w:cs="Arial"/>
            <w:color w:val="FF0000"/>
          </w:rPr>
          <w:id w:val="-2099008326"/>
          <w:placeholder>
            <w:docPart w:val="E819009C9F644CB8A17AF274C13EC656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widowControl w:val="0"/>
        <w:overflowPunct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AB111F">
        <w:rPr>
          <w:rFonts w:ascii="Arial" w:hAnsi="Arial" w:cs="Arial"/>
        </w:rPr>
        <w:t>Email/PEC:</w:t>
      </w:r>
      <w:r w:rsidRPr="00AB111F">
        <w:rPr>
          <w:rFonts w:ascii="Arial" w:hAnsi="Arial" w:cs="Arial"/>
          <w:color w:val="FF0000"/>
        </w:rPr>
        <w:t xml:space="preserve"> </w:t>
      </w:r>
      <w:sdt>
        <w:sdtPr>
          <w:rPr>
            <w:rFonts w:ascii="Arial" w:hAnsi="Arial" w:cs="Arial"/>
            <w:color w:val="FF0000"/>
          </w:rPr>
          <w:id w:val="-399449833"/>
          <w:placeholder>
            <w:docPart w:val="41D53A03A8AA44019CA66D707286DF74"/>
          </w:placeholder>
          <w:showingPlcHdr/>
        </w:sdtPr>
        <w:sdtEndPr/>
        <w:sdtContent>
          <w:r w:rsidRPr="00AB111F">
            <w:rPr>
              <w:rFonts w:ascii="Arial" w:hAnsi="Arial" w:cs="Arial"/>
              <w:i/>
              <w:color w:val="FF0000"/>
            </w:rPr>
            <w:t>Fare clic qui per immettere testo.</w:t>
          </w:r>
        </w:sdtContent>
      </w:sdt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e a tale scopo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 w:rsidRPr="00AB111F">
        <w:rPr>
          <w:rFonts w:ascii="Arial" w:hAnsi="Arial" w:cs="Arial"/>
          <w:b/>
          <w:bCs/>
        </w:rPr>
        <w:t>ALLEGA</w:t>
      </w:r>
    </w:p>
    <w:p w:rsidR="00AB111F" w:rsidRPr="00AB111F" w:rsidRDefault="00AB111F" w:rsidP="00AB111F">
      <w:pPr>
        <w:overflowPunct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Cs/>
        </w:rPr>
      </w:pPr>
      <w:r w:rsidRPr="00AB111F">
        <w:rPr>
          <w:rFonts w:ascii="Arial" w:hAnsi="Arial" w:cs="Arial"/>
          <w:bCs/>
        </w:rPr>
        <w:t>il contratto</w:t>
      </w:r>
      <w:r w:rsidRPr="00AB111F">
        <w:rPr>
          <w:sz w:val="24"/>
        </w:rPr>
        <w:t xml:space="preserve"> </w:t>
      </w:r>
      <w:r w:rsidRPr="00AB111F">
        <w:rPr>
          <w:rFonts w:ascii="Arial" w:hAnsi="Arial" w:cs="Arial"/>
          <w:bCs/>
        </w:rPr>
        <w:t>firmato digitalmente dai Legali Rappresentanti dell’impresa concorrente e dell’impresa Ausiliaria in virtù del quale l’impresa ausiliaria si obbliga nei confronti del concorrente a fornire i requisiti e a mettere a disposizione le risorse necessarie per tutta la durata dell’appalto.</w:t>
      </w:r>
    </w:p>
    <w:p w:rsidR="00AB111F" w:rsidRPr="00AB111F" w:rsidRDefault="00AB111F" w:rsidP="00AB111F">
      <w:pPr>
        <w:jc w:val="both"/>
        <w:rPr>
          <w:rFonts w:ascii="Arial" w:hAnsi="Arial" w:cs="Arial"/>
          <w:bCs/>
          <w:sz w:val="24"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>Si precisa che il presente Modello, debitamente compilato, dovrà essere firmato digitalmente dal legale rappresentante/procuratore speciale dell’Impresa concorrente</w:t>
      </w:r>
    </w:p>
    <w:p w:rsidR="00AB111F" w:rsidRPr="00AB111F" w:rsidRDefault="00AB111F" w:rsidP="00AB111F">
      <w:pPr>
        <w:tabs>
          <w:tab w:val="left" w:pos="6812"/>
        </w:tabs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ab/>
      </w: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</w:p>
    <w:p w:rsidR="00AB111F" w:rsidRPr="00AB111F" w:rsidRDefault="00AB111F" w:rsidP="00AB111F">
      <w:pPr>
        <w:jc w:val="both"/>
        <w:rPr>
          <w:rFonts w:ascii="Arial" w:hAnsi="Arial" w:cs="Arial"/>
          <w:b/>
        </w:rPr>
      </w:pPr>
      <w:r w:rsidRPr="00AB111F">
        <w:rPr>
          <w:rFonts w:ascii="Arial" w:hAnsi="Arial" w:cs="Arial"/>
          <w:b/>
        </w:rPr>
        <w:t xml:space="preserve">Al fine di agevolare i lavori della Commissione esaminatrice ed evitare eventuali errori di trascrizione, si invita a rendere le dichiarazioni utilizzando materialmente il presente modello o una sua fotocopia. </w:t>
      </w:r>
    </w:p>
    <w:p w:rsidR="00DA1FD7" w:rsidRPr="0044330B" w:rsidRDefault="00DA1FD7" w:rsidP="00AB111F">
      <w:pPr>
        <w:pStyle w:val="Titolo1"/>
        <w:jc w:val="center"/>
        <w:rPr>
          <w:rFonts w:ascii="Arial" w:hAnsi="Arial" w:cs="Arial"/>
        </w:rPr>
      </w:pPr>
    </w:p>
    <w:sectPr w:rsidR="00DA1FD7" w:rsidRPr="0044330B" w:rsidSect="005978B5">
      <w:headerReference w:type="default" r:id="rId8"/>
      <w:footerReference w:type="default" r:id="rId9"/>
      <w:type w:val="continuous"/>
      <w:pgSz w:w="11907" w:h="16840" w:code="9"/>
      <w:pgMar w:top="1135" w:right="1275" w:bottom="1702" w:left="1134" w:header="720" w:footer="168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A6B" w:rsidRDefault="003D1A6B">
      <w:r>
        <w:separator/>
      </w:r>
    </w:p>
  </w:endnote>
  <w:endnote w:type="continuationSeparator" w:id="0">
    <w:p w:rsidR="003D1A6B" w:rsidRDefault="003D1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13D" w:rsidRPr="0044330B" w:rsidRDefault="005978B5" w:rsidP="005978B5">
    <w:pPr>
      <w:pStyle w:val="Pidipagina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>
      <w:rPr>
        <w:rFonts w:ascii="Arial" w:hAnsi="Arial" w:cs="Arial"/>
        <w:b/>
        <w:sz w:val="16"/>
        <w:szCs w:val="16"/>
      </w:rPr>
      <w:tab/>
    </w:r>
    <w:r w:rsidR="00584ACD">
      <w:rPr>
        <w:rFonts w:ascii="Arial" w:hAnsi="Arial" w:cs="Arial"/>
        <w:b/>
        <w:sz w:val="16"/>
        <w:szCs w:val="16"/>
      </w:rPr>
      <w:t>Mod. Avvalimento</w:t>
    </w:r>
  </w:p>
  <w:p w:rsidR="0062213D" w:rsidRDefault="0062213D">
    <w:pPr>
      <w:pStyle w:val="Pidipagina"/>
      <w:jc w:val="right"/>
      <w:rPr>
        <w:rFonts w:ascii="Arial" w:hAnsi="Arial" w:cs="Arial"/>
        <w:b/>
        <w:snapToGrid w:val="0"/>
        <w:sz w:val="16"/>
        <w:szCs w:val="16"/>
      </w:rPr>
    </w:pPr>
    <w:r w:rsidRPr="0044330B">
      <w:rPr>
        <w:rFonts w:ascii="Arial" w:hAnsi="Arial" w:cs="Arial"/>
        <w:b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Pag.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PAGE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24C19">
      <w:rPr>
        <w:rFonts w:ascii="Arial" w:hAnsi="Arial" w:cs="Arial"/>
        <w:b/>
        <w:bCs/>
        <w:noProof/>
        <w:snapToGrid w:val="0"/>
        <w:sz w:val="16"/>
        <w:szCs w:val="16"/>
      </w:rPr>
      <w:t>1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  <w:r w:rsidR="0044330B">
      <w:rPr>
        <w:rFonts w:ascii="Arial" w:hAnsi="Arial" w:cs="Arial"/>
        <w:b/>
        <w:snapToGrid w:val="0"/>
        <w:sz w:val="16"/>
        <w:szCs w:val="16"/>
      </w:rPr>
      <w:t xml:space="preserve"> di</w:t>
    </w:r>
    <w:r w:rsidR="0044330B" w:rsidRPr="0044330B">
      <w:rPr>
        <w:rFonts w:ascii="Arial" w:hAnsi="Arial" w:cs="Arial"/>
        <w:b/>
        <w:snapToGrid w:val="0"/>
        <w:sz w:val="16"/>
        <w:szCs w:val="16"/>
      </w:rPr>
      <w:t xml:space="preserve"> 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begin"/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instrText>NUMPAGES  \* Arabic  \* MERGEFORMAT</w:instrTex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separate"/>
    </w:r>
    <w:r w:rsidR="00324C19">
      <w:rPr>
        <w:rFonts w:ascii="Arial" w:hAnsi="Arial" w:cs="Arial"/>
        <w:b/>
        <w:bCs/>
        <w:noProof/>
        <w:snapToGrid w:val="0"/>
        <w:sz w:val="16"/>
        <w:szCs w:val="16"/>
      </w:rPr>
      <w:t>2</w:t>
    </w:r>
    <w:r w:rsidR="0044330B" w:rsidRPr="0044330B">
      <w:rPr>
        <w:rFonts w:ascii="Arial" w:hAnsi="Arial" w:cs="Arial"/>
        <w:b/>
        <w:bCs/>
        <w:snapToGrid w:val="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A6B" w:rsidRDefault="003D1A6B">
      <w:r>
        <w:separator/>
      </w:r>
    </w:p>
  </w:footnote>
  <w:footnote w:type="continuationSeparator" w:id="0">
    <w:p w:rsidR="003D1A6B" w:rsidRDefault="003D1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78B5" w:rsidRDefault="005978B5">
    <w:pPr>
      <w:pStyle w:val="Intestazione"/>
    </w:pPr>
    <w:r>
      <w:rPr>
        <w:noProof/>
      </w:rPr>
      <w:drawing>
        <wp:inline distT="0" distB="0" distL="0" distR="0" wp14:anchorId="0DCFFDC9">
          <wp:extent cx="1657985" cy="932815"/>
          <wp:effectExtent l="0" t="0" r="0" b="635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985" cy="932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A73D8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028A2465"/>
    <w:multiLevelType w:val="hybridMultilevel"/>
    <w:tmpl w:val="A314A216"/>
    <w:lvl w:ilvl="0" w:tplc="956A69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B5E2D"/>
    <w:multiLevelType w:val="hybridMultilevel"/>
    <w:tmpl w:val="546E87A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259E9"/>
    <w:multiLevelType w:val="hybridMultilevel"/>
    <w:tmpl w:val="0A8ACA2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6065CA"/>
    <w:multiLevelType w:val="hybridMultilevel"/>
    <w:tmpl w:val="71CAB4EA"/>
    <w:lvl w:ilvl="0" w:tplc="8996D04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961CF"/>
    <w:multiLevelType w:val="hybridMultilevel"/>
    <w:tmpl w:val="0CE88886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AD2E0D"/>
    <w:multiLevelType w:val="hybridMultilevel"/>
    <w:tmpl w:val="AAACFBB0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250CE"/>
    <w:multiLevelType w:val="singleLevel"/>
    <w:tmpl w:val="6428E0A6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</w:abstractNum>
  <w:abstractNum w:abstractNumId="8" w15:restartNumberingAfterBreak="0">
    <w:nsid w:val="0F7401BC"/>
    <w:multiLevelType w:val="singleLevel"/>
    <w:tmpl w:val="7E1A2BB0"/>
    <w:lvl w:ilvl="0">
      <w:start w:val="7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2410301"/>
    <w:multiLevelType w:val="singleLevel"/>
    <w:tmpl w:val="C96A9DAE"/>
    <w:lvl w:ilvl="0">
      <w:start w:val="2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10" w15:restartNumberingAfterBreak="0">
    <w:nsid w:val="14535C09"/>
    <w:multiLevelType w:val="hybridMultilevel"/>
    <w:tmpl w:val="E188A014"/>
    <w:lvl w:ilvl="0" w:tplc="A8A4232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DB787E"/>
    <w:multiLevelType w:val="hybridMultilevel"/>
    <w:tmpl w:val="918C0A80"/>
    <w:lvl w:ilvl="0" w:tplc="C666F05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9D3DF0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 w15:restartNumberingAfterBreak="0">
    <w:nsid w:val="20F80F72"/>
    <w:multiLevelType w:val="singleLevel"/>
    <w:tmpl w:val="726AA59E"/>
    <w:lvl w:ilvl="0">
      <w:start w:val="5"/>
      <w:numFmt w:val="bullet"/>
      <w:lvlText w:val=""/>
      <w:lvlJc w:val="left"/>
      <w:pPr>
        <w:tabs>
          <w:tab w:val="num" w:pos="630"/>
        </w:tabs>
        <w:ind w:left="630" w:hanging="630"/>
      </w:pPr>
      <w:rPr>
        <w:rFonts w:ascii="Wingdings" w:hAnsi="Wingdings" w:hint="default"/>
      </w:rPr>
    </w:lvl>
  </w:abstractNum>
  <w:abstractNum w:abstractNumId="14" w15:restartNumberingAfterBreak="0">
    <w:nsid w:val="21450900"/>
    <w:multiLevelType w:val="hybridMultilevel"/>
    <w:tmpl w:val="6E704268"/>
    <w:lvl w:ilvl="0" w:tplc="0BF8ACB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27797B82"/>
    <w:multiLevelType w:val="singleLevel"/>
    <w:tmpl w:val="086A393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6" w15:restartNumberingAfterBreak="0">
    <w:nsid w:val="2A19338D"/>
    <w:multiLevelType w:val="hybridMultilevel"/>
    <w:tmpl w:val="63FAFBEA"/>
    <w:lvl w:ilvl="0" w:tplc="B30C703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7" w15:restartNumberingAfterBreak="0">
    <w:nsid w:val="2B5649BC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2CFF7363"/>
    <w:multiLevelType w:val="hybridMultilevel"/>
    <w:tmpl w:val="570E3E60"/>
    <w:lvl w:ilvl="0" w:tplc="02A25C7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2D247586"/>
    <w:multiLevelType w:val="hybridMultilevel"/>
    <w:tmpl w:val="C916D57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E011216"/>
    <w:multiLevelType w:val="hybridMultilevel"/>
    <w:tmpl w:val="D98200A8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2152E6"/>
    <w:multiLevelType w:val="hybridMultilevel"/>
    <w:tmpl w:val="2BDE6EE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976232F"/>
    <w:multiLevelType w:val="hybridMultilevel"/>
    <w:tmpl w:val="309E69C6"/>
    <w:lvl w:ilvl="0" w:tplc="5A780138">
      <w:start w:val="1"/>
      <w:numFmt w:val="upp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3" w15:restartNumberingAfterBreak="0">
    <w:nsid w:val="3CB47A66"/>
    <w:multiLevelType w:val="singleLevel"/>
    <w:tmpl w:val="EA4E4B32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4" w15:restartNumberingAfterBreak="0">
    <w:nsid w:val="42BC7A54"/>
    <w:multiLevelType w:val="hybridMultilevel"/>
    <w:tmpl w:val="BB820AC6"/>
    <w:lvl w:ilvl="0" w:tplc="0410000F">
      <w:start w:val="1"/>
      <w:numFmt w:val="decimal"/>
      <w:lvlText w:val="%1."/>
      <w:lvlJc w:val="left"/>
      <w:pPr>
        <w:ind w:left="1290" w:hanging="360"/>
      </w:pPr>
    </w:lvl>
    <w:lvl w:ilvl="1" w:tplc="04100019" w:tentative="1">
      <w:start w:val="1"/>
      <w:numFmt w:val="lowerLetter"/>
      <w:lvlText w:val="%2."/>
      <w:lvlJc w:val="left"/>
      <w:pPr>
        <w:ind w:left="2010" w:hanging="360"/>
      </w:pPr>
    </w:lvl>
    <w:lvl w:ilvl="2" w:tplc="0410001B" w:tentative="1">
      <w:start w:val="1"/>
      <w:numFmt w:val="lowerRoman"/>
      <w:lvlText w:val="%3."/>
      <w:lvlJc w:val="right"/>
      <w:pPr>
        <w:ind w:left="2730" w:hanging="180"/>
      </w:pPr>
    </w:lvl>
    <w:lvl w:ilvl="3" w:tplc="0410000F" w:tentative="1">
      <w:start w:val="1"/>
      <w:numFmt w:val="decimal"/>
      <w:lvlText w:val="%4."/>
      <w:lvlJc w:val="left"/>
      <w:pPr>
        <w:ind w:left="3450" w:hanging="360"/>
      </w:pPr>
    </w:lvl>
    <w:lvl w:ilvl="4" w:tplc="04100019" w:tentative="1">
      <w:start w:val="1"/>
      <w:numFmt w:val="lowerLetter"/>
      <w:lvlText w:val="%5."/>
      <w:lvlJc w:val="left"/>
      <w:pPr>
        <w:ind w:left="4170" w:hanging="360"/>
      </w:pPr>
    </w:lvl>
    <w:lvl w:ilvl="5" w:tplc="0410001B" w:tentative="1">
      <w:start w:val="1"/>
      <w:numFmt w:val="lowerRoman"/>
      <w:lvlText w:val="%6."/>
      <w:lvlJc w:val="right"/>
      <w:pPr>
        <w:ind w:left="4890" w:hanging="180"/>
      </w:pPr>
    </w:lvl>
    <w:lvl w:ilvl="6" w:tplc="0410000F" w:tentative="1">
      <w:start w:val="1"/>
      <w:numFmt w:val="decimal"/>
      <w:lvlText w:val="%7."/>
      <w:lvlJc w:val="left"/>
      <w:pPr>
        <w:ind w:left="5610" w:hanging="360"/>
      </w:pPr>
    </w:lvl>
    <w:lvl w:ilvl="7" w:tplc="04100019" w:tentative="1">
      <w:start w:val="1"/>
      <w:numFmt w:val="lowerLetter"/>
      <w:lvlText w:val="%8."/>
      <w:lvlJc w:val="left"/>
      <w:pPr>
        <w:ind w:left="6330" w:hanging="360"/>
      </w:pPr>
    </w:lvl>
    <w:lvl w:ilvl="8" w:tplc="0410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5" w15:restartNumberingAfterBreak="0">
    <w:nsid w:val="44564B5C"/>
    <w:multiLevelType w:val="hybridMultilevel"/>
    <w:tmpl w:val="709441F6"/>
    <w:lvl w:ilvl="0" w:tplc="D5248588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1865ED"/>
    <w:multiLevelType w:val="hybridMultilevel"/>
    <w:tmpl w:val="4C7C85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74235D"/>
    <w:multiLevelType w:val="singleLevel"/>
    <w:tmpl w:val="A4C46F9C"/>
    <w:lvl w:ilvl="0">
      <w:start w:val="8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 w15:restartNumberingAfterBreak="0">
    <w:nsid w:val="469A5322"/>
    <w:multiLevelType w:val="singleLevel"/>
    <w:tmpl w:val="2C6A560C"/>
    <w:lvl w:ilvl="0">
      <w:start w:val="5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  <w:b/>
      </w:rPr>
    </w:lvl>
  </w:abstractNum>
  <w:abstractNum w:abstractNumId="29" w15:restartNumberingAfterBreak="0">
    <w:nsid w:val="46A906AD"/>
    <w:multiLevelType w:val="hybridMultilevel"/>
    <w:tmpl w:val="9D44DA68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0ED5423"/>
    <w:multiLevelType w:val="singleLevel"/>
    <w:tmpl w:val="2AF084EC"/>
    <w:lvl w:ilvl="0">
      <w:start w:val="5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</w:abstractNum>
  <w:abstractNum w:abstractNumId="31" w15:restartNumberingAfterBreak="0">
    <w:nsid w:val="532322D0"/>
    <w:multiLevelType w:val="hybridMultilevel"/>
    <w:tmpl w:val="88744B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F70EB"/>
    <w:multiLevelType w:val="multilevel"/>
    <w:tmpl w:val="990AABAC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F627293"/>
    <w:multiLevelType w:val="hybridMultilevel"/>
    <w:tmpl w:val="6ABE743E"/>
    <w:lvl w:ilvl="0" w:tplc="75E2BCA4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4" w15:restartNumberingAfterBreak="0">
    <w:nsid w:val="64A6704C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5" w15:restartNumberingAfterBreak="0">
    <w:nsid w:val="66D96C1C"/>
    <w:multiLevelType w:val="hybridMultilevel"/>
    <w:tmpl w:val="8976066C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5C0FAE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6D3A289D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00F365C"/>
    <w:multiLevelType w:val="multilevel"/>
    <w:tmpl w:val="BE5EAF68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01F2DDC"/>
    <w:multiLevelType w:val="hybridMultilevel"/>
    <w:tmpl w:val="28C6B7B6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41A5FC2"/>
    <w:multiLevelType w:val="singleLevel"/>
    <w:tmpl w:val="A4C46F9C"/>
    <w:lvl w:ilvl="0">
      <w:start w:val="1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41" w15:restartNumberingAfterBreak="0">
    <w:nsid w:val="743F5C02"/>
    <w:multiLevelType w:val="hybridMultilevel"/>
    <w:tmpl w:val="44A4C5E8"/>
    <w:lvl w:ilvl="0" w:tplc="043AA37C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 w15:restartNumberingAfterBreak="0">
    <w:nsid w:val="75ED5840"/>
    <w:multiLevelType w:val="singleLevel"/>
    <w:tmpl w:val="BA78164E"/>
    <w:lvl w:ilvl="0">
      <w:start w:val="5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  <w:sz w:val="24"/>
      </w:rPr>
    </w:lvl>
  </w:abstractNum>
  <w:abstractNum w:abstractNumId="43" w15:restartNumberingAfterBreak="0">
    <w:nsid w:val="7AF3002C"/>
    <w:multiLevelType w:val="hybridMultilevel"/>
    <w:tmpl w:val="8CFE5A6A"/>
    <w:lvl w:ilvl="0" w:tplc="5B7C222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285D5E"/>
    <w:multiLevelType w:val="hybridMultilevel"/>
    <w:tmpl w:val="625CC740"/>
    <w:lvl w:ilvl="0" w:tplc="59CC7F7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36"/>
  </w:num>
  <w:num w:numId="2">
    <w:abstractNumId w:val="7"/>
  </w:num>
  <w:num w:numId="3">
    <w:abstractNumId w:val="15"/>
  </w:num>
  <w:num w:numId="4">
    <w:abstractNumId w:val="28"/>
  </w:num>
  <w:num w:numId="5">
    <w:abstractNumId w:val="9"/>
  </w:num>
  <w:num w:numId="6">
    <w:abstractNumId w:val="30"/>
  </w:num>
  <w:num w:numId="7">
    <w:abstractNumId w:val="37"/>
  </w:num>
  <w:num w:numId="8">
    <w:abstractNumId w:val="27"/>
  </w:num>
  <w:num w:numId="9">
    <w:abstractNumId w:val="34"/>
  </w:num>
  <w:num w:numId="10">
    <w:abstractNumId w:val="40"/>
  </w:num>
  <w:num w:numId="11">
    <w:abstractNumId w:val="42"/>
  </w:num>
  <w:num w:numId="12">
    <w:abstractNumId w:val="13"/>
  </w:num>
  <w:num w:numId="13">
    <w:abstractNumId w:val="23"/>
  </w:num>
  <w:num w:numId="14">
    <w:abstractNumId w:val="8"/>
  </w:num>
  <w:num w:numId="15">
    <w:abstractNumId w:val="41"/>
  </w:num>
  <w:num w:numId="16">
    <w:abstractNumId w:val="26"/>
  </w:num>
  <w:num w:numId="17">
    <w:abstractNumId w:val="22"/>
  </w:num>
  <w:num w:numId="18">
    <w:abstractNumId w:val="18"/>
  </w:num>
  <w:num w:numId="19">
    <w:abstractNumId w:val="14"/>
  </w:num>
  <w:num w:numId="20">
    <w:abstractNumId w:val="16"/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5"/>
  </w:num>
  <w:num w:numId="24">
    <w:abstractNumId w:val="11"/>
  </w:num>
  <w:num w:numId="25">
    <w:abstractNumId w:val="33"/>
  </w:num>
  <w:num w:numId="26">
    <w:abstractNumId w:val="44"/>
  </w:num>
  <w:num w:numId="27">
    <w:abstractNumId w:val="32"/>
  </w:num>
  <w:num w:numId="28">
    <w:abstractNumId w:val="19"/>
  </w:num>
  <w:num w:numId="29">
    <w:abstractNumId w:val="0"/>
  </w:num>
  <w:num w:numId="30">
    <w:abstractNumId w:val="43"/>
  </w:num>
  <w:num w:numId="31">
    <w:abstractNumId w:val="17"/>
  </w:num>
  <w:num w:numId="32">
    <w:abstractNumId w:val="39"/>
  </w:num>
  <w:num w:numId="33">
    <w:abstractNumId w:val="12"/>
  </w:num>
  <w:num w:numId="34">
    <w:abstractNumId w:val="35"/>
  </w:num>
  <w:num w:numId="35">
    <w:abstractNumId w:val="6"/>
  </w:num>
  <w:num w:numId="36">
    <w:abstractNumId w:val="21"/>
  </w:num>
  <w:num w:numId="37">
    <w:abstractNumId w:val="25"/>
  </w:num>
  <w:num w:numId="38">
    <w:abstractNumId w:val="38"/>
  </w:num>
  <w:num w:numId="39">
    <w:abstractNumId w:val="10"/>
  </w:num>
  <w:num w:numId="40">
    <w:abstractNumId w:val="4"/>
  </w:num>
  <w:num w:numId="41">
    <w:abstractNumId w:val="29"/>
  </w:num>
  <w:num w:numId="42">
    <w:abstractNumId w:val="31"/>
  </w:num>
  <w:num w:numId="43">
    <w:abstractNumId w:val="1"/>
  </w:num>
  <w:num w:numId="44">
    <w:abstractNumId w:val="24"/>
  </w:num>
  <w:num w:numId="45">
    <w:abstractNumId w:val="3"/>
  </w:num>
  <w:num w:numId="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hideGrammaticalErrors/>
  <w:activeWritingStyle w:appName="MSWord" w:lang="it-IT" w:vendorID="3" w:dllVersion="512" w:checkStyle="0"/>
  <w:activeWritingStyle w:appName="MSWord" w:lang="it-IT" w:vendorID="3" w:dllVersion="517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JYQKHgQ2V8IBHqsQQkBqeWoILwwszrsB9OiqKqqnCTyjDsJUVa9i97DhI2c4Ig6W1Jy5cwRO2Kh145U505OQQ==" w:salt="LgIr8PkbVbDAY8quvyTQlw=="/>
  <w:defaultTabStop w:val="709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3AB"/>
    <w:rsid w:val="000005AF"/>
    <w:rsid w:val="00001D51"/>
    <w:rsid w:val="000102E0"/>
    <w:rsid w:val="000130F6"/>
    <w:rsid w:val="000139E4"/>
    <w:rsid w:val="00016467"/>
    <w:rsid w:val="0001691E"/>
    <w:rsid w:val="00022A0C"/>
    <w:rsid w:val="00024033"/>
    <w:rsid w:val="00024C92"/>
    <w:rsid w:val="000268FC"/>
    <w:rsid w:val="000308C3"/>
    <w:rsid w:val="00035140"/>
    <w:rsid w:val="000422DD"/>
    <w:rsid w:val="000463CF"/>
    <w:rsid w:val="000555EF"/>
    <w:rsid w:val="00055D8E"/>
    <w:rsid w:val="0006783F"/>
    <w:rsid w:val="000755F4"/>
    <w:rsid w:val="00080522"/>
    <w:rsid w:val="000963C0"/>
    <w:rsid w:val="0009687A"/>
    <w:rsid w:val="000A315D"/>
    <w:rsid w:val="000B42E7"/>
    <w:rsid w:val="000C74A3"/>
    <w:rsid w:val="000D25FD"/>
    <w:rsid w:val="000D2844"/>
    <w:rsid w:val="000D4D89"/>
    <w:rsid w:val="000D5E0D"/>
    <w:rsid w:val="000E1165"/>
    <w:rsid w:val="000E161A"/>
    <w:rsid w:val="000F667F"/>
    <w:rsid w:val="0010200C"/>
    <w:rsid w:val="00102A07"/>
    <w:rsid w:val="00102CAC"/>
    <w:rsid w:val="00103FAE"/>
    <w:rsid w:val="0010510C"/>
    <w:rsid w:val="00112AEA"/>
    <w:rsid w:val="0013348D"/>
    <w:rsid w:val="00137FE2"/>
    <w:rsid w:val="00143E12"/>
    <w:rsid w:val="00151297"/>
    <w:rsid w:val="00155733"/>
    <w:rsid w:val="001615E8"/>
    <w:rsid w:val="001663AB"/>
    <w:rsid w:val="001674BB"/>
    <w:rsid w:val="0017626A"/>
    <w:rsid w:val="001841C0"/>
    <w:rsid w:val="00184816"/>
    <w:rsid w:val="00185C42"/>
    <w:rsid w:val="0018606B"/>
    <w:rsid w:val="001906F4"/>
    <w:rsid w:val="00195DA1"/>
    <w:rsid w:val="001A0FD4"/>
    <w:rsid w:val="001A2844"/>
    <w:rsid w:val="001A2EAE"/>
    <w:rsid w:val="001B1E37"/>
    <w:rsid w:val="001D17C5"/>
    <w:rsid w:val="001F5D81"/>
    <w:rsid w:val="002034F2"/>
    <w:rsid w:val="002047A9"/>
    <w:rsid w:val="00205F84"/>
    <w:rsid w:val="002063BE"/>
    <w:rsid w:val="002118FA"/>
    <w:rsid w:val="00221C38"/>
    <w:rsid w:val="00221D1A"/>
    <w:rsid w:val="002271AC"/>
    <w:rsid w:val="002361AB"/>
    <w:rsid w:val="00236301"/>
    <w:rsid w:val="002369F2"/>
    <w:rsid w:val="00246897"/>
    <w:rsid w:val="002506EB"/>
    <w:rsid w:val="002664F3"/>
    <w:rsid w:val="00270627"/>
    <w:rsid w:val="002729F7"/>
    <w:rsid w:val="00275C0F"/>
    <w:rsid w:val="002A67B5"/>
    <w:rsid w:val="002B52B5"/>
    <w:rsid w:val="002C04E3"/>
    <w:rsid w:val="002C1F9D"/>
    <w:rsid w:val="002C27B3"/>
    <w:rsid w:val="002C4D82"/>
    <w:rsid w:val="002C6352"/>
    <w:rsid w:val="002C7AC5"/>
    <w:rsid w:val="002D0991"/>
    <w:rsid w:val="002D0F88"/>
    <w:rsid w:val="002D34F8"/>
    <w:rsid w:val="002D626D"/>
    <w:rsid w:val="002D68F6"/>
    <w:rsid w:val="002E5AB9"/>
    <w:rsid w:val="002F048F"/>
    <w:rsid w:val="002F41DE"/>
    <w:rsid w:val="00304A62"/>
    <w:rsid w:val="00304E81"/>
    <w:rsid w:val="00305B5E"/>
    <w:rsid w:val="00305C91"/>
    <w:rsid w:val="00310719"/>
    <w:rsid w:val="00312D98"/>
    <w:rsid w:val="00313EEB"/>
    <w:rsid w:val="00324C19"/>
    <w:rsid w:val="003308C0"/>
    <w:rsid w:val="00331D56"/>
    <w:rsid w:val="003342B2"/>
    <w:rsid w:val="00350636"/>
    <w:rsid w:val="0035540C"/>
    <w:rsid w:val="00367321"/>
    <w:rsid w:val="0036763A"/>
    <w:rsid w:val="003708A6"/>
    <w:rsid w:val="003A2AA4"/>
    <w:rsid w:val="003A2D70"/>
    <w:rsid w:val="003A3B68"/>
    <w:rsid w:val="003A4BB9"/>
    <w:rsid w:val="003B637E"/>
    <w:rsid w:val="003B7DA4"/>
    <w:rsid w:val="003D1A6B"/>
    <w:rsid w:val="003D4519"/>
    <w:rsid w:val="003D4D07"/>
    <w:rsid w:val="003E4286"/>
    <w:rsid w:val="003F0DD1"/>
    <w:rsid w:val="003F7297"/>
    <w:rsid w:val="00400DCC"/>
    <w:rsid w:val="00401B86"/>
    <w:rsid w:val="004029DE"/>
    <w:rsid w:val="0040532C"/>
    <w:rsid w:val="0041421B"/>
    <w:rsid w:val="00420718"/>
    <w:rsid w:val="004261CD"/>
    <w:rsid w:val="00431B35"/>
    <w:rsid w:val="00437631"/>
    <w:rsid w:val="0044330B"/>
    <w:rsid w:val="00443E7D"/>
    <w:rsid w:val="00443F3E"/>
    <w:rsid w:val="00451ED3"/>
    <w:rsid w:val="004527F2"/>
    <w:rsid w:val="0047140B"/>
    <w:rsid w:val="004747A8"/>
    <w:rsid w:val="00475585"/>
    <w:rsid w:val="00477F43"/>
    <w:rsid w:val="00480F43"/>
    <w:rsid w:val="00485200"/>
    <w:rsid w:val="004853D9"/>
    <w:rsid w:val="00494906"/>
    <w:rsid w:val="0049545E"/>
    <w:rsid w:val="004A0863"/>
    <w:rsid w:val="004A146E"/>
    <w:rsid w:val="004A28ED"/>
    <w:rsid w:val="004A7592"/>
    <w:rsid w:val="004B2209"/>
    <w:rsid w:val="004B22A2"/>
    <w:rsid w:val="004B7EC1"/>
    <w:rsid w:val="004C011A"/>
    <w:rsid w:val="004C0D95"/>
    <w:rsid w:val="004C63A2"/>
    <w:rsid w:val="004D0177"/>
    <w:rsid w:val="004D0321"/>
    <w:rsid w:val="004E1B04"/>
    <w:rsid w:val="004E6403"/>
    <w:rsid w:val="004E695B"/>
    <w:rsid w:val="004E6C6E"/>
    <w:rsid w:val="0050749A"/>
    <w:rsid w:val="0051563B"/>
    <w:rsid w:val="005240F0"/>
    <w:rsid w:val="005241C0"/>
    <w:rsid w:val="00524472"/>
    <w:rsid w:val="005264EA"/>
    <w:rsid w:val="005315AD"/>
    <w:rsid w:val="0053275A"/>
    <w:rsid w:val="0053611A"/>
    <w:rsid w:val="005411AB"/>
    <w:rsid w:val="00543B8D"/>
    <w:rsid w:val="00551B3C"/>
    <w:rsid w:val="00551E4A"/>
    <w:rsid w:val="00555229"/>
    <w:rsid w:val="0056139E"/>
    <w:rsid w:val="00562912"/>
    <w:rsid w:val="00570303"/>
    <w:rsid w:val="005744A9"/>
    <w:rsid w:val="005830C3"/>
    <w:rsid w:val="00584ACD"/>
    <w:rsid w:val="00590E61"/>
    <w:rsid w:val="005913E0"/>
    <w:rsid w:val="005978B5"/>
    <w:rsid w:val="005A4604"/>
    <w:rsid w:val="005B2AC5"/>
    <w:rsid w:val="005B4FAF"/>
    <w:rsid w:val="005D76C1"/>
    <w:rsid w:val="005F1F7D"/>
    <w:rsid w:val="005F2D5B"/>
    <w:rsid w:val="005F5BFD"/>
    <w:rsid w:val="005F67B1"/>
    <w:rsid w:val="00601D6A"/>
    <w:rsid w:val="00610950"/>
    <w:rsid w:val="00614ABC"/>
    <w:rsid w:val="00615B1E"/>
    <w:rsid w:val="0062213D"/>
    <w:rsid w:val="00625750"/>
    <w:rsid w:val="00626A2E"/>
    <w:rsid w:val="00632209"/>
    <w:rsid w:val="0063235A"/>
    <w:rsid w:val="0063314C"/>
    <w:rsid w:val="00635856"/>
    <w:rsid w:val="00642742"/>
    <w:rsid w:val="00651A37"/>
    <w:rsid w:val="00661821"/>
    <w:rsid w:val="00667173"/>
    <w:rsid w:val="006719C3"/>
    <w:rsid w:val="006722F3"/>
    <w:rsid w:val="006804A9"/>
    <w:rsid w:val="006811A2"/>
    <w:rsid w:val="00686B13"/>
    <w:rsid w:val="00686FA9"/>
    <w:rsid w:val="00694D83"/>
    <w:rsid w:val="00695B04"/>
    <w:rsid w:val="0069699C"/>
    <w:rsid w:val="00697381"/>
    <w:rsid w:val="006A220B"/>
    <w:rsid w:val="006A69DF"/>
    <w:rsid w:val="006D081E"/>
    <w:rsid w:val="006D14BA"/>
    <w:rsid w:val="006D6B96"/>
    <w:rsid w:val="006E0873"/>
    <w:rsid w:val="006F2099"/>
    <w:rsid w:val="006F5035"/>
    <w:rsid w:val="006F6476"/>
    <w:rsid w:val="00705823"/>
    <w:rsid w:val="00706967"/>
    <w:rsid w:val="00713875"/>
    <w:rsid w:val="00720A7D"/>
    <w:rsid w:val="00722D16"/>
    <w:rsid w:val="00725F86"/>
    <w:rsid w:val="00731D0F"/>
    <w:rsid w:val="00734135"/>
    <w:rsid w:val="00745E6B"/>
    <w:rsid w:val="00750055"/>
    <w:rsid w:val="00751DFD"/>
    <w:rsid w:val="0076101E"/>
    <w:rsid w:val="00761663"/>
    <w:rsid w:val="007643AD"/>
    <w:rsid w:val="00765AF7"/>
    <w:rsid w:val="00766FEE"/>
    <w:rsid w:val="00771A6B"/>
    <w:rsid w:val="00772E9B"/>
    <w:rsid w:val="007812E8"/>
    <w:rsid w:val="007823E5"/>
    <w:rsid w:val="007856B2"/>
    <w:rsid w:val="007A4AE0"/>
    <w:rsid w:val="007B19FE"/>
    <w:rsid w:val="007B3924"/>
    <w:rsid w:val="007B6742"/>
    <w:rsid w:val="007B67A7"/>
    <w:rsid w:val="007E1DBC"/>
    <w:rsid w:val="007E2A1F"/>
    <w:rsid w:val="007E3B8D"/>
    <w:rsid w:val="007E4DE1"/>
    <w:rsid w:val="007E5ABA"/>
    <w:rsid w:val="007E72F5"/>
    <w:rsid w:val="007F05AE"/>
    <w:rsid w:val="007F05B3"/>
    <w:rsid w:val="007F3551"/>
    <w:rsid w:val="007F7121"/>
    <w:rsid w:val="0080392E"/>
    <w:rsid w:val="00807F3A"/>
    <w:rsid w:val="008201C4"/>
    <w:rsid w:val="008237B6"/>
    <w:rsid w:val="00833BCD"/>
    <w:rsid w:val="00833FEF"/>
    <w:rsid w:val="00836B22"/>
    <w:rsid w:val="00840F44"/>
    <w:rsid w:val="00844E1B"/>
    <w:rsid w:val="008450B0"/>
    <w:rsid w:val="00850DB7"/>
    <w:rsid w:val="00856448"/>
    <w:rsid w:val="00862585"/>
    <w:rsid w:val="00871401"/>
    <w:rsid w:val="0088028F"/>
    <w:rsid w:val="00880F40"/>
    <w:rsid w:val="0088512F"/>
    <w:rsid w:val="00891406"/>
    <w:rsid w:val="0089307D"/>
    <w:rsid w:val="008939CD"/>
    <w:rsid w:val="00897F57"/>
    <w:rsid w:val="008A6797"/>
    <w:rsid w:val="008B2AD6"/>
    <w:rsid w:val="008B6580"/>
    <w:rsid w:val="008C5409"/>
    <w:rsid w:val="008C66CE"/>
    <w:rsid w:val="008C74B3"/>
    <w:rsid w:val="008E7F56"/>
    <w:rsid w:val="008F2A1E"/>
    <w:rsid w:val="008F2EAE"/>
    <w:rsid w:val="008F3A62"/>
    <w:rsid w:val="008F6128"/>
    <w:rsid w:val="00904214"/>
    <w:rsid w:val="00912D2F"/>
    <w:rsid w:val="00913F36"/>
    <w:rsid w:val="00914761"/>
    <w:rsid w:val="00915940"/>
    <w:rsid w:val="0092086F"/>
    <w:rsid w:val="00923601"/>
    <w:rsid w:val="00926479"/>
    <w:rsid w:val="00926BBC"/>
    <w:rsid w:val="009329C7"/>
    <w:rsid w:val="00945B62"/>
    <w:rsid w:val="00947A3A"/>
    <w:rsid w:val="0095601F"/>
    <w:rsid w:val="00967891"/>
    <w:rsid w:val="0097558E"/>
    <w:rsid w:val="00975CBD"/>
    <w:rsid w:val="009765FD"/>
    <w:rsid w:val="00980B67"/>
    <w:rsid w:val="009824A2"/>
    <w:rsid w:val="009847BC"/>
    <w:rsid w:val="0099030C"/>
    <w:rsid w:val="009A0A86"/>
    <w:rsid w:val="009B0553"/>
    <w:rsid w:val="009B4185"/>
    <w:rsid w:val="009C6F96"/>
    <w:rsid w:val="009D0B64"/>
    <w:rsid w:val="009D725B"/>
    <w:rsid w:val="009E5B9F"/>
    <w:rsid w:val="009E7EED"/>
    <w:rsid w:val="009F1E73"/>
    <w:rsid w:val="009F28DF"/>
    <w:rsid w:val="009F6FAF"/>
    <w:rsid w:val="00A02C94"/>
    <w:rsid w:val="00A04F29"/>
    <w:rsid w:val="00A052DA"/>
    <w:rsid w:val="00A06670"/>
    <w:rsid w:val="00A06F76"/>
    <w:rsid w:val="00A1435C"/>
    <w:rsid w:val="00A22C75"/>
    <w:rsid w:val="00A30F26"/>
    <w:rsid w:val="00A3178F"/>
    <w:rsid w:val="00A34F40"/>
    <w:rsid w:val="00A40796"/>
    <w:rsid w:val="00A41BD7"/>
    <w:rsid w:val="00A44A09"/>
    <w:rsid w:val="00A45EF2"/>
    <w:rsid w:val="00A54BCB"/>
    <w:rsid w:val="00A6562E"/>
    <w:rsid w:val="00A74475"/>
    <w:rsid w:val="00A77E1B"/>
    <w:rsid w:val="00A848AC"/>
    <w:rsid w:val="00A84B8D"/>
    <w:rsid w:val="00A90716"/>
    <w:rsid w:val="00AA0C4B"/>
    <w:rsid w:val="00AA15C1"/>
    <w:rsid w:val="00AB111F"/>
    <w:rsid w:val="00AB2111"/>
    <w:rsid w:val="00AC1597"/>
    <w:rsid w:val="00AC7A40"/>
    <w:rsid w:val="00AD0E87"/>
    <w:rsid w:val="00AD15EE"/>
    <w:rsid w:val="00AD7DF8"/>
    <w:rsid w:val="00AE0447"/>
    <w:rsid w:val="00AE04EC"/>
    <w:rsid w:val="00AF01F9"/>
    <w:rsid w:val="00AF237E"/>
    <w:rsid w:val="00AF4C4B"/>
    <w:rsid w:val="00AF6110"/>
    <w:rsid w:val="00AF6CD0"/>
    <w:rsid w:val="00B11408"/>
    <w:rsid w:val="00B21322"/>
    <w:rsid w:val="00B21E21"/>
    <w:rsid w:val="00B34A0B"/>
    <w:rsid w:val="00B35321"/>
    <w:rsid w:val="00B36A64"/>
    <w:rsid w:val="00B45AC9"/>
    <w:rsid w:val="00B4684B"/>
    <w:rsid w:val="00B51C99"/>
    <w:rsid w:val="00B613F0"/>
    <w:rsid w:val="00B64D07"/>
    <w:rsid w:val="00B652E7"/>
    <w:rsid w:val="00B657B5"/>
    <w:rsid w:val="00B66A17"/>
    <w:rsid w:val="00B67161"/>
    <w:rsid w:val="00B72A68"/>
    <w:rsid w:val="00B732F4"/>
    <w:rsid w:val="00B77527"/>
    <w:rsid w:val="00B81A9B"/>
    <w:rsid w:val="00B8767F"/>
    <w:rsid w:val="00BB19E8"/>
    <w:rsid w:val="00BB40EE"/>
    <w:rsid w:val="00BB58BE"/>
    <w:rsid w:val="00BC64D7"/>
    <w:rsid w:val="00BD0602"/>
    <w:rsid w:val="00BE2F67"/>
    <w:rsid w:val="00BE4516"/>
    <w:rsid w:val="00C0004A"/>
    <w:rsid w:val="00C00927"/>
    <w:rsid w:val="00C11800"/>
    <w:rsid w:val="00C13D98"/>
    <w:rsid w:val="00C2787C"/>
    <w:rsid w:val="00C30C7E"/>
    <w:rsid w:val="00C338D7"/>
    <w:rsid w:val="00C34196"/>
    <w:rsid w:val="00C40FBA"/>
    <w:rsid w:val="00C41751"/>
    <w:rsid w:val="00C4311D"/>
    <w:rsid w:val="00C43A7E"/>
    <w:rsid w:val="00C46D4C"/>
    <w:rsid w:val="00C47B0C"/>
    <w:rsid w:val="00C50A5C"/>
    <w:rsid w:val="00C673A9"/>
    <w:rsid w:val="00C71BE2"/>
    <w:rsid w:val="00C774E3"/>
    <w:rsid w:val="00C777D7"/>
    <w:rsid w:val="00C829D7"/>
    <w:rsid w:val="00C87C97"/>
    <w:rsid w:val="00C94422"/>
    <w:rsid w:val="00CA4EC7"/>
    <w:rsid w:val="00CB24BF"/>
    <w:rsid w:val="00CB34DA"/>
    <w:rsid w:val="00CB3899"/>
    <w:rsid w:val="00CB7FFD"/>
    <w:rsid w:val="00CC28D3"/>
    <w:rsid w:val="00CC317B"/>
    <w:rsid w:val="00CD2B19"/>
    <w:rsid w:val="00CD38EC"/>
    <w:rsid w:val="00CD40D1"/>
    <w:rsid w:val="00CE02F2"/>
    <w:rsid w:val="00CE79D7"/>
    <w:rsid w:val="00CF4A4D"/>
    <w:rsid w:val="00D0492D"/>
    <w:rsid w:val="00D065AD"/>
    <w:rsid w:val="00D16C94"/>
    <w:rsid w:val="00D20DBE"/>
    <w:rsid w:val="00D21167"/>
    <w:rsid w:val="00D25317"/>
    <w:rsid w:val="00D272E6"/>
    <w:rsid w:val="00D40008"/>
    <w:rsid w:val="00D43DA1"/>
    <w:rsid w:val="00D45F49"/>
    <w:rsid w:val="00D51CFB"/>
    <w:rsid w:val="00D73547"/>
    <w:rsid w:val="00D736B5"/>
    <w:rsid w:val="00D81008"/>
    <w:rsid w:val="00D85014"/>
    <w:rsid w:val="00D913F4"/>
    <w:rsid w:val="00DA1FD7"/>
    <w:rsid w:val="00DA7E76"/>
    <w:rsid w:val="00DC2CCC"/>
    <w:rsid w:val="00DC2F83"/>
    <w:rsid w:val="00DD0AEF"/>
    <w:rsid w:val="00DD5E75"/>
    <w:rsid w:val="00DE0078"/>
    <w:rsid w:val="00DE022C"/>
    <w:rsid w:val="00DE066C"/>
    <w:rsid w:val="00DE5098"/>
    <w:rsid w:val="00DF2C1D"/>
    <w:rsid w:val="00DF75A2"/>
    <w:rsid w:val="00E005FD"/>
    <w:rsid w:val="00E03003"/>
    <w:rsid w:val="00E04359"/>
    <w:rsid w:val="00E14B31"/>
    <w:rsid w:val="00E22CCC"/>
    <w:rsid w:val="00E246BA"/>
    <w:rsid w:val="00E3320E"/>
    <w:rsid w:val="00E37644"/>
    <w:rsid w:val="00E43D06"/>
    <w:rsid w:val="00E452E7"/>
    <w:rsid w:val="00E453ED"/>
    <w:rsid w:val="00E56500"/>
    <w:rsid w:val="00E64743"/>
    <w:rsid w:val="00E65EB9"/>
    <w:rsid w:val="00E6680E"/>
    <w:rsid w:val="00E679F4"/>
    <w:rsid w:val="00E75276"/>
    <w:rsid w:val="00E8303B"/>
    <w:rsid w:val="00E84BA9"/>
    <w:rsid w:val="00EA1088"/>
    <w:rsid w:val="00EA2F9A"/>
    <w:rsid w:val="00EA5E34"/>
    <w:rsid w:val="00EB5EE7"/>
    <w:rsid w:val="00EB68BC"/>
    <w:rsid w:val="00EB7F32"/>
    <w:rsid w:val="00EC7DE0"/>
    <w:rsid w:val="00EE105C"/>
    <w:rsid w:val="00EE4C2C"/>
    <w:rsid w:val="00EF0D51"/>
    <w:rsid w:val="00EF3B46"/>
    <w:rsid w:val="00F00183"/>
    <w:rsid w:val="00F00E92"/>
    <w:rsid w:val="00F01024"/>
    <w:rsid w:val="00F04030"/>
    <w:rsid w:val="00F04F39"/>
    <w:rsid w:val="00F2225A"/>
    <w:rsid w:val="00F22CEC"/>
    <w:rsid w:val="00F31A31"/>
    <w:rsid w:val="00F322C7"/>
    <w:rsid w:val="00F375E1"/>
    <w:rsid w:val="00F42B2C"/>
    <w:rsid w:val="00F464CE"/>
    <w:rsid w:val="00F60AE4"/>
    <w:rsid w:val="00F64EDB"/>
    <w:rsid w:val="00F67057"/>
    <w:rsid w:val="00F67383"/>
    <w:rsid w:val="00F80C05"/>
    <w:rsid w:val="00F813AF"/>
    <w:rsid w:val="00F859E1"/>
    <w:rsid w:val="00F91070"/>
    <w:rsid w:val="00F97F90"/>
    <w:rsid w:val="00FA487F"/>
    <w:rsid w:val="00FA4FCB"/>
    <w:rsid w:val="00FB0432"/>
    <w:rsid w:val="00FB5845"/>
    <w:rsid w:val="00FB6718"/>
    <w:rsid w:val="00FC0390"/>
    <w:rsid w:val="00FC7176"/>
    <w:rsid w:val="00FC7389"/>
    <w:rsid w:val="00FC73A3"/>
    <w:rsid w:val="00FD2E49"/>
    <w:rsid w:val="00FD7913"/>
    <w:rsid w:val="00FE6A62"/>
    <w:rsid w:val="00FF097F"/>
    <w:rsid w:val="00FF1491"/>
    <w:rsid w:val="00FF58A4"/>
    <w:rsid w:val="00FF67BC"/>
    <w:rsid w:val="00FF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21"/>
    <o:shapelayout v:ext="edit">
      <o:idmap v:ext="edit" data="1"/>
    </o:shapelayout>
  </w:shapeDefaults>
  <w:decimalSymbol w:val=","/>
  <w:listSeparator w:val=";"/>
  <w15:chartTrackingRefBased/>
  <w15:docId w15:val="{FD454EBC-6415-463E-B284-ACBA0EE4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PS" w:eastAsia="Times New Roman" w:hAnsi="Courier PS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5B3"/>
    <w:rPr>
      <w:rFonts w:ascii="Times New Roman" w:hAnsi="Times New Roman"/>
    </w:rPr>
  </w:style>
  <w:style w:type="paragraph" w:styleId="Titolo1">
    <w:name w:val="heading 1"/>
    <w:basedOn w:val="Normale"/>
    <w:next w:val="Normale"/>
    <w:qFormat/>
    <w:pPr>
      <w:keepNext/>
      <w:jc w:val="right"/>
      <w:outlineLvl w:val="0"/>
    </w:pPr>
    <w:rPr>
      <w:b/>
      <w:sz w:val="24"/>
    </w:rPr>
  </w:style>
  <w:style w:type="paragraph" w:styleId="Titolo2">
    <w:name w:val="heading 2"/>
    <w:basedOn w:val="Normale"/>
    <w:next w:val="Normale"/>
    <w:qFormat/>
    <w:pPr>
      <w:keepNext/>
      <w:ind w:left="432" w:hanging="432"/>
      <w:jc w:val="center"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7371"/>
      <w:outlineLvl w:val="2"/>
    </w:pPr>
    <w:rPr>
      <w:rFonts w:ascii="Arial" w:hAnsi="Arial"/>
      <w:sz w:val="24"/>
    </w:rPr>
  </w:style>
  <w:style w:type="paragraph" w:styleId="Titolo4">
    <w:name w:val="heading 4"/>
    <w:basedOn w:val="Normale"/>
    <w:next w:val="Normale"/>
    <w:qFormat/>
    <w:pPr>
      <w:keepNext/>
      <w:ind w:left="7371"/>
      <w:jc w:val="center"/>
      <w:outlineLvl w:val="3"/>
    </w:pPr>
    <w:rPr>
      <w:rFonts w:ascii="Arial" w:hAnsi="Arial"/>
      <w:sz w:val="24"/>
    </w:rPr>
  </w:style>
  <w:style w:type="paragraph" w:styleId="Titolo5">
    <w:name w:val="heading 5"/>
    <w:basedOn w:val="Normale"/>
    <w:next w:val="Normale"/>
    <w:qFormat/>
    <w:pPr>
      <w:keepNext/>
      <w:ind w:left="2127" w:hanging="1560"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pPr>
      <w:keepNext/>
      <w:ind w:left="7088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pPr>
      <w:keepNext/>
      <w:ind w:left="426" w:hanging="284"/>
      <w:jc w:val="center"/>
      <w:outlineLvl w:val="6"/>
    </w:pPr>
    <w:rPr>
      <w:rFonts w:ascii="Comic Sans MS" w:hAnsi="Comic Sans MS"/>
      <w:b/>
      <w:i/>
      <w:sz w:val="24"/>
    </w:rPr>
  </w:style>
  <w:style w:type="paragraph" w:styleId="Titolo8">
    <w:name w:val="heading 8"/>
    <w:basedOn w:val="Normale"/>
    <w:next w:val="Normale"/>
    <w:qFormat/>
    <w:pPr>
      <w:keepNext/>
      <w:ind w:left="142" w:right="261"/>
      <w:jc w:val="center"/>
      <w:outlineLvl w:val="7"/>
    </w:pPr>
    <w:rPr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pPr>
      <w:ind w:left="7088"/>
      <w:jc w:val="both"/>
    </w:pPr>
    <w:rPr>
      <w:rFonts w:ascii="Arial" w:hAnsi="Arial"/>
      <w:sz w:val="24"/>
    </w:rPr>
  </w:style>
  <w:style w:type="paragraph" w:styleId="Rientrocorpodeltesto">
    <w:name w:val="Body Text Indent"/>
    <w:basedOn w:val="Normale"/>
    <w:pPr>
      <w:ind w:left="993" w:hanging="283"/>
    </w:pPr>
    <w:rPr>
      <w:sz w:val="24"/>
    </w:rPr>
  </w:style>
  <w:style w:type="paragraph" w:styleId="Rientrocorpodeltesto3">
    <w:name w:val="Body Text Indent 3"/>
    <w:basedOn w:val="Normale"/>
    <w:link w:val="Rientrocorpodeltesto3Carattere"/>
    <w:pPr>
      <w:ind w:left="432" w:hanging="432"/>
      <w:jc w:val="both"/>
    </w:pPr>
    <w:rPr>
      <w:sz w:val="24"/>
    </w:rPr>
  </w:style>
  <w:style w:type="paragraph" w:styleId="Corpotesto">
    <w:name w:val="Body Text"/>
    <w:basedOn w:val="Normale"/>
    <w:pPr>
      <w:jc w:val="both"/>
    </w:pPr>
    <w:rPr>
      <w:b/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pPr>
      <w:ind w:right="261"/>
      <w:jc w:val="both"/>
    </w:pPr>
    <w:rPr>
      <w:rFonts w:ascii="Arial" w:hAnsi="Arial"/>
      <w:sz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delblocco">
    <w:name w:val="Block Text"/>
    <w:basedOn w:val="Normale"/>
    <w:pPr>
      <w:ind w:left="851" w:right="-23" w:hanging="284"/>
      <w:jc w:val="both"/>
    </w:pPr>
    <w:rPr>
      <w:sz w:val="24"/>
    </w:rPr>
  </w:style>
  <w:style w:type="paragraph" w:customStyle="1" w:styleId="Corpodeltesto21">
    <w:name w:val="Corpo del testo 21"/>
    <w:basedOn w:val="Normale"/>
    <w:rsid w:val="00E75276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</w:rPr>
  </w:style>
  <w:style w:type="paragraph" w:styleId="Testofumetto">
    <w:name w:val="Balloon Text"/>
    <w:basedOn w:val="Normale"/>
    <w:semiHidden/>
    <w:rsid w:val="00F375E1"/>
    <w:rPr>
      <w:rFonts w:ascii="Tahoma" w:hAnsi="Tahoma" w:cs="Tahoma"/>
      <w:sz w:val="16"/>
      <w:szCs w:val="16"/>
    </w:rPr>
  </w:style>
  <w:style w:type="paragraph" w:customStyle="1" w:styleId="sche3">
    <w:name w:val="sche_3"/>
    <w:rsid w:val="001B1E37"/>
    <w:pPr>
      <w:widowControl w:val="0"/>
      <w:overflowPunct w:val="0"/>
      <w:autoSpaceDE w:val="0"/>
      <w:autoSpaceDN w:val="0"/>
      <w:adjustRightInd w:val="0"/>
      <w:jc w:val="both"/>
    </w:pPr>
    <w:rPr>
      <w:rFonts w:ascii="Times New Roman" w:hAnsi="Times New Roman"/>
      <w:lang w:val="en-US"/>
    </w:rPr>
  </w:style>
  <w:style w:type="character" w:customStyle="1" w:styleId="Rientrocorpodeltesto3Carattere">
    <w:name w:val="Rientro corpo del testo 3 Carattere"/>
    <w:link w:val="Rientrocorpodeltesto3"/>
    <w:rsid w:val="00102CAC"/>
    <w:rPr>
      <w:sz w:val="24"/>
      <w:lang w:val="it-IT" w:eastAsia="it-IT" w:bidi="ar-SA"/>
    </w:rPr>
  </w:style>
  <w:style w:type="character" w:customStyle="1" w:styleId="CarattereCarattere1">
    <w:name w:val="Carattere Carattere1"/>
    <w:semiHidden/>
    <w:locked/>
    <w:rsid w:val="000130F6"/>
    <w:rPr>
      <w:sz w:val="24"/>
      <w:lang w:val="it-IT" w:eastAsia="it-IT" w:bidi="ar-SA"/>
    </w:rPr>
  </w:style>
  <w:style w:type="character" w:styleId="Testosegnaposto">
    <w:name w:val="Placeholder Text"/>
    <w:basedOn w:val="Carpredefinitoparagrafo"/>
    <w:uiPriority w:val="99"/>
    <w:semiHidden/>
    <w:rsid w:val="0044330B"/>
    <w:rPr>
      <w:color w:val="808080"/>
    </w:rPr>
  </w:style>
  <w:style w:type="paragraph" w:styleId="Paragrafoelenco">
    <w:name w:val="List Paragraph"/>
    <w:basedOn w:val="Normale"/>
    <w:uiPriority w:val="34"/>
    <w:qFormat/>
    <w:rsid w:val="004433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86D4CAD8A9B40F7BDA7BAC1729C85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3D5D489-0903-41BF-B217-D000E8F52B38}"/>
      </w:docPartPr>
      <w:docPartBody>
        <w:p w:rsidR="006A3A04" w:rsidRDefault="00DF237A" w:rsidP="00DF237A">
          <w:pPr>
            <w:pStyle w:val="986D4CAD8A9B40F7BDA7BAC1729C85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1661193A2E24AD88D668B9EB3AC5DB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FBAE924-4FBC-4016-8B1B-CC89910CBA45}"/>
      </w:docPartPr>
      <w:docPartBody>
        <w:p w:rsidR="006A3A04" w:rsidRDefault="00DF237A" w:rsidP="00DF237A">
          <w:pPr>
            <w:pStyle w:val="E1661193A2E24AD88D668B9EB3AC5DBB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20CC8E48ECD247579E32010D139097E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41E0FA-E1D5-462B-B375-28196212746B}"/>
      </w:docPartPr>
      <w:docPartBody>
        <w:p w:rsidR="006A3A04" w:rsidRDefault="00DF237A" w:rsidP="00DF237A">
          <w:pPr>
            <w:pStyle w:val="20CC8E48ECD247579E32010D139097E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037849371E834362ADA7BC45F2A675D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51D42DD-EF7D-4371-8AD6-63F52BD21C71}"/>
      </w:docPartPr>
      <w:docPartBody>
        <w:p w:rsidR="006A3A04" w:rsidRDefault="00DF237A" w:rsidP="00DF237A">
          <w:pPr>
            <w:pStyle w:val="037849371E834362ADA7BC45F2A675DD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5DCF08152A8D48D8B023EFB2650E618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0E88BF6-F48A-4C2C-A27D-F23F4D058C4B}"/>
      </w:docPartPr>
      <w:docPartBody>
        <w:p w:rsidR="006A3A04" w:rsidRDefault="00DF237A" w:rsidP="00DF237A">
          <w:pPr>
            <w:pStyle w:val="5DCF08152A8D48D8B023EFB2650E6184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E819009C9F644CB8A17AF274C13EC65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EE36E34-5B6F-4234-8F41-37E3410C7D4C}"/>
      </w:docPartPr>
      <w:docPartBody>
        <w:p w:rsidR="006A3A04" w:rsidRDefault="00DF237A" w:rsidP="00DF237A">
          <w:pPr>
            <w:pStyle w:val="E819009C9F644CB8A17AF274C13EC656"/>
          </w:pPr>
          <w:r>
            <w:rPr>
              <w:rStyle w:val="Testosegnaposto"/>
            </w:rPr>
            <w:t>Fare clic qui per immettere testo.</w:t>
          </w:r>
        </w:p>
      </w:docPartBody>
    </w:docPart>
    <w:docPart>
      <w:docPartPr>
        <w:name w:val="41D53A03A8AA44019CA66D707286DF7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843DE-F9F9-485C-8FDB-B5A7EA666F5B}"/>
      </w:docPartPr>
      <w:docPartBody>
        <w:p w:rsidR="006A3A04" w:rsidRDefault="00DF237A" w:rsidP="00DF237A">
          <w:pPr>
            <w:pStyle w:val="41D53A03A8AA44019CA66D707286DF74"/>
          </w:pPr>
          <w:r>
            <w:rPr>
              <w:rStyle w:val="Testosegnaposto"/>
            </w:rPr>
            <w:t>Fare clic qui per immettere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PS">
    <w:altName w:val="Times New Roman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3C4"/>
    <w:rsid w:val="003F33C4"/>
    <w:rsid w:val="006A3A04"/>
    <w:rsid w:val="00B203F4"/>
    <w:rsid w:val="00DF2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DF237A"/>
  </w:style>
  <w:style w:type="paragraph" w:customStyle="1" w:styleId="6730B7CB1AA948CFA1486D857754F31A">
    <w:name w:val="6730B7CB1AA948CFA1486D857754F31A"/>
    <w:rsid w:val="003F33C4"/>
  </w:style>
  <w:style w:type="paragraph" w:customStyle="1" w:styleId="433408FD6E8C441B80DC268C4F9946FF">
    <w:name w:val="433408FD6E8C441B80DC268C4F9946FF"/>
    <w:rsid w:val="003F33C4"/>
  </w:style>
  <w:style w:type="paragraph" w:customStyle="1" w:styleId="136B7255389F4A93B5FD5E9EFCB05B1D">
    <w:name w:val="136B7255389F4A93B5FD5E9EFCB05B1D"/>
    <w:rsid w:val="003F33C4"/>
  </w:style>
  <w:style w:type="paragraph" w:customStyle="1" w:styleId="B32D5AEC0AD648E5BC01CBCB8804890B">
    <w:name w:val="B32D5AEC0AD648E5BC01CBCB8804890B"/>
    <w:rsid w:val="003F33C4"/>
  </w:style>
  <w:style w:type="paragraph" w:customStyle="1" w:styleId="BB0592D7643A408FB1EB93FED82D81F2">
    <w:name w:val="BB0592D7643A408FB1EB93FED82D81F2"/>
    <w:rsid w:val="003F33C4"/>
  </w:style>
  <w:style w:type="paragraph" w:customStyle="1" w:styleId="B68E868B84544A258BAC798DAEBE75C1">
    <w:name w:val="B68E868B84544A258BAC798DAEBE75C1"/>
    <w:rsid w:val="003F33C4"/>
  </w:style>
  <w:style w:type="paragraph" w:customStyle="1" w:styleId="6380FE11C63E40F99E3BCCC1053E3B3B">
    <w:name w:val="6380FE11C63E40F99E3BCCC1053E3B3B"/>
    <w:rsid w:val="003F33C4"/>
  </w:style>
  <w:style w:type="paragraph" w:customStyle="1" w:styleId="FC9487B7DE1A41F2A2F6AC80920845BD">
    <w:name w:val="FC9487B7DE1A41F2A2F6AC80920845BD"/>
    <w:rsid w:val="003F33C4"/>
  </w:style>
  <w:style w:type="paragraph" w:customStyle="1" w:styleId="F24EC76DF9454C6580493B34A21F76C7">
    <w:name w:val="F24EC76DF9454C6580493B34A21F76C7"/>
    <w:rsid w:val="003F33C4"/>
  </w:style>
  <w:style w:type="paragraph" w:customStyle="1" w:styleId="3F17F7E474C8485F8644D63E877B2B96">
    <w:name w:val="3F17F7E474C8485F8644D63E877B2B96"/>
    <w:rsid w:val="003F33C4"/>
  </w:style>
  <w:style w:type="paragraph" w:customStyle="1" w:styleId="ADCFA0EA1AEE40BDBC0E21DC5AE2F6FF">
    <w:name w:val="ADCFA0EA1AEE40BDBC0E21DC5AE2F6FF"/>
    <w:rsid w:val="003F33C4"/>
  </w:style>
  <w:style w:type="paragraph" w:customStyle="1" w:styleId="CAE16BDC6EF84DB282BDA51AE2DCCA97">
    <w:name w:val="CAE16BDC6EF84DB282BDA51AE2DCCA97"/>
    <w:rsid w:val="003F33C4"/>
  </w:style>
  <w:style w:type="paragraph" w:customStyle="1" w:styleId="B5EB2E591CF84CD4891CCCCB5BA3DAEF">
    <w:name w:val="B5EB2E591CF84CD4891CCCCB5BA3DAEF"/>
    <w:rsid w:val="003F33C4"/>
  </w:style>
  <w:style w:type="paragraph" w:customStyle="1" w:styleId="F28C39F1EDF244D5A00279D53C86378C">
    <w:name w:val="F28C39F1EDF244D5A00279D53C86378C"/>
    <w:rsid w:val="003F33C4"/>
  </w:style>
  <w:style w:type="paragraph" w:customStyle="1" w:styleId="6F139EA54EAC4CEFA10BBE37DEA64B03">
    <w:name w:val="6F139EA54EAC4CEFA10BBE37DEA64B03"/>
    <w:rsid w:val="003F33C4"/>
  </w:style>
  <w:style w:type="paragraph" w:customStyle="1" w:styleId="7FA4C7410AD54D5B9FE8A29A75C979F3">
    <w:name w:val="7FA4C7410AD54D5B9FE8A29A75C979F3"/>
    <w:rsid w:val="003F33C4"/>
  </w:style>
  <w:style w:type="paragraph" w:customStyle="1" w:styleId="2007214CED3B4E98B62C1AFABF5BD58B">
    <w:name w:val="2007214CED3B4E98B62C1AFABF5BD58B"/>
    <w:rsid w:val="003F33C4"/>
  </w:style>
  <w:style w:type="paragraph" w:customStyle="1" w:styleId="986D4CAD8A9B40F7BDA7BAC1729C85ED">
    <w:name w:val="986D4CAD8A9B40F7BDA7BAC1729C85ED"/>
    <w:rsid w:val="00DF237A"/>
  </w:style>
  <w:style w:type="paragraph" w:customStyle="1" w:styleId="E1661193A2E24AD88D668B9EB3AC5DBB">
    <w:name w:val="E1661193A2E24AD88D668B9EB3AC5DBB"/>
    <w:rsid w:val="00DF237A"/>
  </w:style>
  <w:style w:type="paragraph" w:customStyle="1" w:styleId="20CC8E48ECD247579E32010D139097ED">
    <w:name w:val="20CC8E48ECD247579E32010D139097ED"/>
    <w:rsid w:val="00DF237A"/>
  </w:style>
  <w:style w:type="paragraph" w:customStyle="1" w:styleId="037849371E834362ADA7BC45F2A675DD">
    <w:name w:val="037849371E834362ADA7BC45F2A675DD"/>
    <w:rsid w:val="00DF237A"/>
  </w:style>
  <w:style w:type="paragraph" w:customStyle="1" w:styleId="5DCF08152A8D48D8B023EFB2650E6184">
    <w:name w:val="5DCF08152A8D48D8B023EFB2650E6184"/>
    <w:rsid w:val="00DF237A"/>
  </w:style>
  <w:style w:type="paragraph" w:customStyle="1" w:styleId="E819009C9F644CB8A17AF274C13EC656">
    <w:name w:val="E819009C9F644CB8A17AF274C13EC656"/>
    <w:rsid w:val="00DF237A"/>
  </w:style>
  <w:style w:type="paragraph" w:customStyle="1" w:styleId="41D53A03A8AA44019CA66D707286DF74">
    <w:name w:val="41D53A03A8AA44019CA66D707286DF74"/>
    <w:rsid w:val="00DF23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6F139-76A5-4073-9220-91715F64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683D6167</Template>
  <TotalTime>5</TotalTime>
  <Pages>2</Pages>
  <Words>398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DI MODELLO  "G"</vt:lpstr>
    </vt:vector>
  </TitlesOfParts>
  <Company> 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DI MODELLO  "G"</dc:title>
  <dc:subject/>
  <dc:creator>Di Lauro Gaetano</dc:creator>
  <cp:keywords/>
  <cp:lastModifiedBy>Schiaffini, Elisa</cp:lastModifiedBy>
  <cp:revision>22</cp:revision>
  <cp:lastPrinted>2012-10-01T11:07:00Z</cp:lastPrinted>
  <dcterms:created xsi:type="dcterms:W3CDTF">2021-09-30T07:03:00Z</dcterms:created>
  <dcterms:modified xsi:type="dcterms:W3CDTF">2023-02-02T08:26:00Z</dcterms:modified>
</cp:coreProperties>
</file>